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76667A-CF19-4712-A8DE-EAA1507AAA80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